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8CA24D9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30D5F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5DB7240C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730D5F">
        <w:rPr>
          <w:rFonts w:ascii="Corbel" w:hAnsi="Corbel"/>
          <w:sz w:val="20"/>
          <w:szCs w:val="20"/>
        </w:rPr>
        <w:t>1</w:t>
      </w:r>
      <w:r w:rsidR="00C71032">
        <w:rPr>
          <w:rFonts w:ascii="Corbel" w:hAnsi="Corbel"/>
          <w:sz w:val="20"/>
          <w:szCs w:val="20"/>
        </w:rPr>
        <w:t>/202</w:t>
      </w:r>
      <w:r w:rsidR="00730D5F">
        <w:rPr>
          <w:rFonts w:ascii="Corbel" w:hAnsi="Corbel"/>
          <w:sz w:val="20"/>
          <w:szCs w:val="20"/>
        </w:rPr>
        <w:t>2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B413CCF" w:rsidR="004E752F" w:rsidRPr="00BB5038" w:rsidRDefault="00BB5038" w:rsidP="004B3EC6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BB5038">
              <w:rPr>
                <w:rFonts w:ascii="Corbel" w:hAnsi="Corbel"/>
                <w:b w:val="0"/>
                <w:bCs/>
                <w:sz w:val="24"/>
                <w:szCs w:val="24"/>
              </w:rPr>
              <w:t>Marketing  na rynku 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C70209">
              <w:rPr>
                <w:rFonts w:ascii="Corbel" w:hAnsi="Corbel"/>
                <w:b w:val="0"/>
                <w:color w:val="auto"/>
                <w:sz w:val="24"/>
                <w:szCs w:val="24"/>
              </w:rPr>
              <w:t>11b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E071B1F" w:rsidR="004E752F" w:rsidRPr="0044352F" w:rsidRDefault="00443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352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6756AD8" w:rsidR="00015B8F" w:rsidRPr="009C54AE" w:rsidRDefault="004435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84D0618" w:rsidR="00DD63BE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77777777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 marketingu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FF60125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40A64C" w14:textId="77777777" w:rsidR="00D6345B" w:rsidRPr="00D6345B" w:rsidRDefault="00D6345B" w:rsidP="00B67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67531">
              <w:rPr>
                <w:rFonts w:ascii="Corbel" w:hAnsi="Corbel"/>
                <w:sz w:val="24"/>
                <w:szCs w:val="24"/>
              </w:rPr>
              <w:t xml:space="preserve">Rozszerzenie oraz ugruntowanie wiedzy z zakresu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działań marketingowych podejmowanych w przedsiębiorstwach i instytucjach</w:t>
            </w:r>
            <w:r w:rsid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ze sfery usług finansowych.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5E6E85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EFB6CB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67F4BD45" w14:textId="77777777" w:rsidTr="005E6E85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8F92F1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Opisuje prawidłowości funkcjonowania rynku usług finansowych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>w kontekście działań marketingowych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3AF4BDAA" w14:textId="77777777" w:rsidTr="005E6E85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07C7F8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podst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awowych 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83C790" w14:textId="77777777" w:rsidR="0085747A" w:rsidRPr="0023489F" w:rsidRDefault="0057727F" w:rsidP="0057727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727F"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b/>
          <w:sz w:val="24"/>
          <w:szCs w:val="24"/>
        </w:rPr>
        <w:t xml:space="preserve">   </w:t>
      </w:r>
      <w:r w:rsidR="0085747A"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818" w:rsidRPr="009C54AE" w14:paraId="51C4998F" w14:textId="77777777" w:rsidTr="00122C08">
        <w:tc>
          <w:tcPr>
            <w:tcW w:w="9639" w:type="dxa"/>
          </w:tcPr>
          <w:p w14:paraId="6ADF0B43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Charakterystyka rynku usług finansowych.</w:t>
            </w:r>
          </w:p>
        </w:tc>
      </w:tr>
      <w:tr w:rsidR="00564818" w:rsidRPr="009C54AE" w14:paraId="4949132F" w14:textId="77777777" w:rsidTr="00122C08">
        <w:tc>
          <w:tcPr>
            <w:tcW w:w="9639" w:type="dxa"/>
          </w:tcPr>
          <w:p w14:paraId="7A680E5E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Istota marketingu rozwój orientacji marketingowych </w:t>
            </w:r>
            <w:r w:rsidR="0057727F" w:rsidRPr="0057727F">
              <w:rPr>
                <w:rFonts w:ascii="Corbel" w:hAnsi="Corbel"/>
                <w:sz w:val="24"/>
                <w:szCs w:val="24"/>
              </w:rPr>
              <w:t>instytucji finansowych.</w:t>
            </w:r>
          </w:p>
        </w:tc>
      </w:tr>
      <w:tr w:rsidR="00564818" w:rsidRPr="009C54AE" w14:paraId="75AE0E99" w14:textId="77777777" w:rsidTr="00122C08">
        <w:tc>
          <w:tcPr>
            <w:tcW w:w="9639" w:type="dxa"/>
          </w:tcPr>
          <w:p w14:paraId="1EEBF720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Specyfikacja marketingu  rynku usług finansowych.</w:t>
            </w:r>
          </w:p>
        </w:tc>
      </w:tr>
      <w:tr w:rsidR="0057727F" w:rsidRPr="009C54AE" w14:paraId="628CB97B" w14:textId="77777777" w:rsidTr="00122C08">
        <w:tc>
          <w:tcPr>
            <w:tcW w:w="9639" w:type="dxa"/>
          </w:tcPr>
          <w:p w14:paraId="40F5287A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57727F" w:rsidRPr="009C54AE" w14:paraId="58765FB1" w14:textId="77777777" w:rsidTr="00923D7D">
        <w:tc>
          <w:tcPr>
            <w:tcW w:w="9639" w:type="dxa"/>
          </w:tcPr>
          <w:p w14:paraId="331B55A5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57727F" w:rsidRPr="009C54AE" w14:paraId="7CBC5B56" w14:textId="77777777" w:rsidTr="00923D7D">
        <w:tc>
          <w:tcPr>
            <w:tcW w:w="9639" w:type="dxa"/>
          </w:tcPr>
          <w:p w14:paraId="6AE0E217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57727F" w:rsidRPr="009C54AE" w14:paraId="2110F3CB" w14:textId="77777777" w:rsidTr="00122C08">
        <w:tc>
          <w:tcPr>
            <w:tcW w:w="9639" w:type="dxa"/>
          </w:tcPr>
          <w:p w14:paraId="55A38A96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  <w:tr w:rsidR="0057727F" w:rsidRPr="009C54AE" w14:paraId="453799B4" w14:textId="77777777" w:rsidTr="00122C08">
        <w:tc>
          <w:tcPr>
            <w:tcW w:w="9639" w:type="dxa"/>
          </w:tcPr>
          <w:p w14:paraId="43E497B9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57727F" w:rsidRPr="009C54AE" w14:paraId="4F8E15E5" w14:textId="77777777" w:rsidTr="00122C08">
        <w:tc>
          <w:tcPr>
            <w:tcW w:w="9639" w:type="dxa"/>
          </w:tcPr>
          <w:p w14:paraId="6E7D1CAD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E0113E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461D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3CF2D8B6" w14:textId="5FD32FD1" w:rsidR="0085747A" w:rsidRPr="009C54AE" w:rsidRDefault="00DB0CD2" w:rsidP="00DD63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94DCE9A" w:rsidR="00D42568" w:rsidRPr="009C54AE" w:rsidRDefault="0044352F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263CDD4E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samodzielne studia literatury przedmiotu) </w:t>
            </w:r>
          </w:p>
        </w:tc>
        <w:tc>
          <w:tcPr>
            <w:tcW w:w="4677" w:type="dxa"/>
          </w:tcPr>
          <w:p w14:paraId="7CE58F48" w14:textId="16FEC0C6" w:rsidR="00D42568" w:rsidRPr="009C54AE" w:rsidRDefault="0044352F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78BD9310" w:rsidR="003202E5" w:rsidRPr="00314664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14EC465F" w:rsidR="00D57E38" w:rsidRPr="00314664" w:rsidRDefault="5B604FD4" w:rsidP="00D57E3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42EA780B" w14:textId="3CD425C5" w:rsidR="384349CB" w:rsidRDefault="384349CB" w:rsidP="10C3A311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10C3A311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F7CE3" w14:textId="77777777" w:rsidR="002E2901" w:rsidRDefault="002E2901" w:rsidP="00C16ABF">
      <w:pPr>
        <w:spacing w:after="0" w:line="240" w:lineRule="auto"/>
      </w:pPr>
      <w:r>
        <w:separator/>
      </w:r>
    </w:p>
  </w:endnote>
  <w:endnote w:type="continuationSeparator" w:id="0">
    <w:p w14:paraId="5FC30DE4" w14:textId="77777777" w:rsidR="002E2901" w:rsidRDefault="002E29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555A4" w14:textId="77777777" w:rsidR="002E2901" w:rsidRDefault="002E2901" w:rsidP="00C16ABF">
      <w:pPr>
        <w:spacing w:after="0" w:line="240" w:lineRule="auto"/>
      </w:pPr>
      <w:r>
        <w:separator/>
      </w:r>
    </w:p>
  </w:footnote>
  <w:footnote w:type="continuationSeparator" w:id="0">
    <w:p w14:paraId="614259FB" w14:textId="77777777" w:rsidR="002E2901" w:rsidRDefault="002E290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13F9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4ED0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2901"/>
    <w:rsid w:val="002F02A3"/>
    <w:rsid w:val="002F4ABE"/>
    <w:rsid w:val="003018BA"/>
    <w:rsid w:val="00305C92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352F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620A"/>
    <w:rsid w:val="00723FB9"/>
    <w:rsid w:val="00724677"/>
    <w:rsid w:val="00725459"/>
    <w:rsid w:val="00730D5F"/>
    <w:rsid w:val="0073460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B503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D63BE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CE468C-799F-4B0C-8699-2C587A5D8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7E6E3-170B-473A-9554-480E1CF03E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695</Words>
  <Characters>4171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13</cp:revision>
  <cp:lastPrinted>2017-02-15T21:41:00Z</cp:lastPrinted>
  <dcterms:created xsi:type="dcterms:W3CDTF">2020-12-04T19:51:00Z</dcterms:created>
  <dcterms:modified xsi:type="dcterms:W3CDTF">2021-02-12T08:56:00Z</dcterms:modified>
</cp:coreProperties>
</file>